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640474" w:rsidRDefault="00BD1559" w:rsidP="00744C8B">
      <w:pPr>
        <w:spacing w:line="360" w:lineRule="auto"/>
        <w:rPr>
          <w:b/>
          <w:i/>
          <w:color w:val="FF0000"/>
          <w:sz w:val="28"/>
          <w:szCs w:val="28"/>
        </w:rPr>
      </w:pPr>
    </w:p>
    <w:p w:rsidR="00BD1559" w:rsidRPr="00640474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640474">
        <w:rPr>
          <w:b/>
          <w:i/>
          <w:sz w:val="28"/>
          <w:szCs w:val="28"/>
        </w:rPr>
        <w:t>ANTEMASURATOAREA LUCRARILOR</w:t>
      </w:r>
    </w:p>
    <w:p w:rsidR="00BD1559" w:rsidRPr="00640474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640474">
        <w:rPr>
          <w:b/>
          <w:i/>
          <w:sz w:val="28"/>
          <w:szCs w:val="28"/>
        </w:rPr>
        <w:t>Reabilitare</w:t>
      </w:r>
      <w:r w:rsidR="00C14880" w:rsidRPr="00640474">
        <w:rPr>
          <w:b/>
          <w:i/>
          <w:sz w:val="28"/>
          <w:szCs w:val="28"/>
        </w:rPr>
        <w:t xml:space="preserve"> sistem rutier</w:t>
      </w:r>
      <w:r w:rsidR="0018238E" w:rsidRPr="00640474">
        <w:rPr>
          <w:b/>
          <w:i/>
          <w:sz w:val="28"/>
          <w:szCs w:val="28"/>
        </w:rPr>
        <w:t>,</w:t>
      </w:r>
      <w:r w:rsidRPr="00640474">
        <w:rPr>
          <w:b/>
          <w:i/>
          <w:sz w:val="28"/>
          <w:szCs w:val="28"/>
        </w:rPr>
        <w:t xml:space="preserve"> Strada</w:t>
      </w:r>
      <w:r w:rsidR="005B3C56" w:rsidRPr="00640474">
        <w:rPr>
          <w:b/>
          <w:i/>
          <w:sz w:val="28"/>
          <w:szCs w:val="28"/>
        </w:rPr>
        <w:t xml:space="preserve"> </w:t>
      </w:r>
      <w:r w:rsidR="00106B72">
        <w:rPr>
          <w:b/>
          <w:i/>
          <w:sz w:val="28"/>
          <w:szCs w:val="28"/>
        </w:rPr>
        <w:t>Popescu Stoian</w:t>
      </w:r>
    </w:p>
    <w:p w:rsidR="00BD1559" w:rsidRPr="00640474" w:rsidRDefault="00BD1559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ab/>
      </w:r>
    </w:p>
    <w:p w:rsidR="00BD1559" w:rsidRPr="00640474" w:rsidRDefault="00BD1559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ab/>
        <w:t>Date initiale:</w:t>
      </w:r>
    </w:p>
    <w:p w:rsidR="00BD1559" w:rsidRPr="00640474" w:rsidRDefault="00DB689D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>Lungime strada</w:t>
      </w:r>
      <w:r w:rsidR="00BD1559" w:rsidRPr="00640474">
        <w:rPr>
          <w:sz w:val="24"/>
          <w:szCs w:val="24"/>
        </w:rPr>
        <w:t xml:space="preserve"> = </w:t>
      </w:r>
      <w:r w:rsidR="00640474" w:rsidRPr="00640474">
        <w:rPr>
          <w:sz w:val="24"/>
          <w:szCs w:val="24"/>
        </w:rPr>
        <w:t>123</w:t>
      </w:r>
      <w:r w:rsidR="00BD1559" w:rsidRPr="00640474">
        <w:rPr>
          <w:sz w:val="24"/>
          <w:szCs w:val="24"/>
        </w:rPr>
        <w:t xml:space="preserve"> m;</w:t>
      </w:r>
    </w:p>
    <w:p w:rsidR="00BD1559" w:rsidRPr="00640474" w:rsidRDefault="009811F1" w:rsidP="00BD1559">
      <w:pPr>
        <w:spacing w:line="360" w:lineRule="auto"/>
        <w:rPr>
          <w:color w:val="FF0000"/>
          <w:sz w:val="24"/>
          <w:szCs w:val="24"/>
        </w:rPr>
      </w:pPr>
      <w:r w:rsidRPr="00640474">
        <w:rPr>
          <w:sz w:val="24"/>
          <w:szCs w:val="24"/>
        </w:rPr>
        <w:t>Suprafata carosabila</w:t>
      </w:r>
      <w:r w:rsidR="00BD1559" w:rsidRPr="00640474">
        <w:rPr>
          <w:sz w:val="24"/>
          <w:szCs w:val="24"/>
        </w:rPr>
        <w:t xml:space="preserve"> = </w:t>
      </w:r>
      <w:r w:rsidR="00640474" w:rsidRPr="00640474">
        <w:rPr>
          <w:sz w:val="24"/>
          <w:szCs w:val="24"/>
        </w:rPr>
        <w:t>1030</w:t>
      </w:r>
      <w:r w:rsidR="00782596" w:rsidRPr="00640474">
        <w:rPr>
          <w:sz w:val="24"/>
          <w:szCs w:val="24"/>
        </w:rPr>
        <w:t xml:space="preserve"> </w:t>
      </w:r>
      <w:r w:rsidR="00BD1559" w:rsidRPr="00640474">
        <w:rPr>
          <w:sz w:val="24"/>
          <w:szCs w:val="24"/>
        </w:rPr>
        <w:t>m</w:t>
      </w:r>
      <w:r w:rsidRPr="00640474">
        <w:rPr>
          <w:sz w:val="24"/>
          <w:szCs w:val="24"/>
        </w:rPr>
        <w:t>p</w:t>
      </w:r>
      <w:r w:rsidR="00F26ECB" w:rsidRPr="00640474">
        <w:rPr>
          <w:sz w:val="24"/>
          <w:szCs w:val="24"/>
        </w:rPr>
        <w:t>;</w:t>
      </w:r>
      <w:r w:rsidR="00EA5D7A" w:rsidRPr="00640474">
        <w:rPr>
          <w:color w:val="FF0000"/>
          <w:sz w:val="24"/>
          <w:szCs w:val="24"/>
        </w:rPr>
        <w:tab/>
      </w:r>
    </w:p>
    <w:p w:rsidR="009811F1" w:rsidRPr="00640474" w:rsidRDefault="00EA5D7A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 xml:space="preserve">L borduri mari = </w:t>
      </w:r>
      <w:r w:rsidR="00640474" w:rsidRPr="00640474">
        <w:rPr>
          <w:sz w:val="24"/>
          <w:szCs w:val="24"/>
        </w:rPr>
        <w:t>271</w:t>
      </w:r>
      <w:r w:rsidR="000D4E7C" w:rsidRPr="00640474">
        <w:rPr>
          <w:sz w:val="24"/>
          <w:szCs w:val="24"/>
        </w:rPr>
        <w:t xml:space="preserve"> </w:t>
      </w:r>
      <w:r w:rsidR="009811F1" w:rsidRPr="00640474">
        <w:rPr>
          <w:sz w:val="24"/>
          <w:szCs w:val="24"/>
        </w:rPr>
        <w:t>ml</w:t>
      </w:r>
      <w:r w:rsidR="00F26ECB" w:rsidRPr="00640474">
        <w:rPr>
          <w:sz w:val="24"/>
          <w:szCs w:val="24"/>
        </w:rPr>
        <w:t>;</w:t>
      </w:r>
    </w:p>
    <w:p w:rsidR="009811F1" w:rsidRPr="00640474" w:rsidRDefault="009811F1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 xml:space="preserve">L borduri mici = </w:t>
      </w:r>
      <w:r w:rsidR="00640474" w:rsidRPr="00640474">
        <w:rPr>
          <w:sz w:val="24"/>
          <w:szCs w:val="24"/>
        </w:rPr>
        <w:t>222</w:t>
      </w:r>
      <w:r w:rsidR="000D4E7C" w:rsidRPr="00640474">
        <w:rPr>
          <w:sz w:val="24"/>
          <w:szCs w:val="24"/>
        </w:rPr>
        <w:t xml:space="preserve"> ml</w:t>
      </w:r>
      <w:r w:rsidR="00F26ECB" w:rsidRPr="00640474">
        <w:rPr>
          <w:sz w:val="24"/>
          <w:szCs w:val="24"/>
        </w:rPr>
        <w:t>;</w:t>
      </w:r>
    </w:p>
    <w:p w:rsidR="00F26ECB" w:rsidRPr="00640474" w:rsidRDefault="00BD1559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 xml:space="preserve">Suprafata </w:t>
      </w:r>
      <w:r w:rsidR="009811F1" w:rsidRPr="00640474">
        <w:rPr>
          <w:sz w:val="24"/>
          <w:szCs w:val="24"/>
        </w:rPr>
        <w:t>trotuar</w:t>
      </w:r>
      <w:r w:rsidRPr="00640474">
        <w:rPr>
          <w:sz w:val="24"/>
          <w:szCs w:val="24"/>
        </w:rPr>
        <w:t xml:space="preserve"> = </w:t>
      </w:r>
      <w:r w:rsidR="00640474" w:rsidRPr="00640474">
        <w:rPr>
          <w:sz w:val="24"/>
          <w:szCs w:val="24"/>
        </w:rPr>
        <w:t>248</w:t>
      </w:r>
      <w:r w:rsidRPr="00640474">
        <w:rPr>
          <w:sz w:val="24"/>
          <w:szCs w:val="24"/>
        </w:rPr>
        <w:t xml:space="preserve"> m</w:t>
      </w:r>
      <w:r w:rsidR="009811F1" w:rsidRPr="00640474">
        <w:rPr>
          <w:sz w:val="24"/>
          <w:szCs w:val="24"/>
        </w:rPr>
        <w:t>p</w:t>
      </w:r>
      <w:r w:rsidR="00EA5D7A" w:rsidRPr="00640474">
        <w:rPr>
          <w:sz w:val="24"/>
          <w:szCs w:val="24"/>
        </w:rPr>
        <w:t>;</w:t>
      </w:r>
    </w:p>
    <w:p w:rsidR="00E84BD9" w:rsidRPr="00640474" w:rsidRDefault="00E84BD9" w:rsidP="00BD1559">
      <w:pPr>
        <w:spacing w:line="360" w:lineRule="auto"/>
        <w:rPr>
          <w:sz w:val="24"/>
          <w:szCs w:val="24"/>
        </w:rPr>
      </w:pPr>
      <w:r w:rsidRPr="00640474">
        <w:rPr>
          <w:sz w:val="24"/>
          <w:szCs w:val="24"/>
        </w:rPr>
        <w:t xml:space="preserve">Suprafata parcari = </w:t>
      </w:r>
      <w:r w:rsidR="00640474" w:rsidRPr="00640474">
        <w:rPr>
          <w:sz w:val="24"/>
          <w:szCs w:val="24"/>
        </w:rPr>
        <w:t>211</w:t>
      </w:r>
      <w:r w:rsidRPr="00640474">
        <w:rPr>
          <w:sz w:val="24"/>
          <w:szCs w:val="24"/>
        </w:rPr>
        <w:t xml:space="preserve"> mp;</w:t>
      </w:r>
    </w:p>
    <w:p w:rsidR="00EA5D7A" w:rsidRPr="00640474" w:rsidRDefault="00EA5D7A" w:rsidP="00BD1559">
      <w:pPr>
        <w:spacing w:line="360" w:lineRule="auto"/>
        <w:rPr>
          <w:color w:val="FF0000"/>
          <w:sz w:val="24"/>
          <w:szCs w:val="24"/>
        </w:rPr>
      </w:pPr>
    </w:p>
    <w:p w:rsidR="00BD1559" w:rsidRPr="00B66721" w:rsidRDefault="009811F1" w:rsidP="00BD1559">
      <w:pPr>
        <w:spacing w:line="360" w:lineRule="auto"/>
        <w:jc w:val="center"/>
        <w:rPr>
          <w:sz w:val="32"/>
          <w:szCs w:val="32"/>
        </w:rPr>
      </w:pPr>
      <w:r w:rsidRPr="00B66721">
        <w:rPr>
          <w:sz w:val="32"/>
          <w:szCs w:val="32"/>
        </w:rPr>
        <w:t>Lucrari la partea carosabila</w:t>
      </w:r>
    </w:p>
    <w:p w:rsidR="009811F1" w:rsidRPr="00B66721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B66721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B66721">
        <w:rPr>
          <w:sz w:val="24"/>
          <w:szCs w:val="24"/>
        </w:rPr>
        <w:t>Spargerea si desfacerea structurii asfaltice la partea carosabila cu ciocanul pneumatic</w:t>
      </w:r>
      <w:r w:rsidR="006A745B" w:rsidRPr="00B66721">
        <w:rPr>
          <w:sz w:val="24"/>
          <w:szCs w:val="24"/>
        </w:rPr>
        <w:t xml:space="preserve">    </w:t>
      </w:r>
      <w:r w:rsidR="00307BD2" w:rsidRPr="00B66721">
        <w:rPr>
          <w:sz w:val="24"/>
          <w:szCs w:val="24"/>
        </w:rPr>
        <w:tab/>
      </w:r>
      <w:r w:rsidR="00B66721" w:rsidRPr="00B66721">
        <w:rPr>
          <w:sz w:val="24"/>
          <w:szCs w:val="24"/>
        </w:rPr>
        <w:t>103</w:t>
      </w:r>
      <w:r w:rsidRPr="00B66721">
        <w:rPr>
          <w:sz w:val="24"/>
          <w:szCs w:val="24"/>
        </w:rPr>
        <w:t xml:space="preserve"> mc</w:t>
      </w:r>
    </w:p>
    <w:p w:rsidR="005207C6" w:rsidRPr="00B66721" w:rsidRDefault="00B66721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B66721">
        <w:rPr>
          <w:sz w:val="24"/>
          <w:szCs w:val="24"/>
        </w:rPr>
        <w:t>1030</w:t>
      </w:r>
      <w:r w:rsidR="005207C6" w:rsidRPr="00B66721">
        <w:rPr>
          <w:sz w:val="24"/>
          <w:szCs w:val="24"/>
        </w:rPr>
        <w:t xml:space="preserve"> x </w:t>
      </w:r>
      <w:r w:rsidR="00782596" w:rsidRPr="00B66721">
        <w:rPr>
          <w:sz w:val="24"/>
          <w:szCs w:val="24"/>
        </w:rPr>
        <w:t>0.10</w:t>
      </w:r>
      <w:r w:rsidR="005207C6" w:rsidRPr="00B66721">
        <w:rPr>
          <w:sz w:val="24"/>
          <w:szCs w:val="24"/>
        </w:rPr>
        <w:t xml:space="preserve"> = </w:t>
      </w:r>
      <w:r w:rsidRPr="00B66721">
        <w:rPr>
          <w:sz w:val="24"/>
          <w:szCs w:val="24"/>
        </w:rPr>
        <w:t>103</w:t>
      </w:r>
      <w:r w:rsidR="000C47FA" w:rsidRPr="00B66721">
        <w:rPr>
          <w:sz w:val="24"/>
          <w:szCs w:val="24"/>
        </w:rPr>
        <w:t xml:space="preserve"> mc</w:t>
      </w:r>
    </w:p>
    <w:p w:rsidR="00885412" w:rsidRPr="009B138F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Sapatura pana la cota de fundare</w:t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</w:r>
      <w:r w:rsidR="00782596" w:rsidRPr="009B138F">
        <w:rPr>
          <w:sz w:val="24"/>
          <w:szCs w:val="24"/>
        </w:rPr>
        <w:tab/>
        <w:t xml:space="preserve">       </w:t>
      </w:r>
      <w:r w:rsidR="00307BD2" w:rsidRPr="009B138F">
        <w:rPr>
          <w:sz w:val="24"/>
          <w:szCs w:val="24"/>
        </w:rPr>
        <w:t xml:space="preserve">   </w:t>
      </w:r>
      <w:r w:rsidR="00307BD2" w:rsidRPr="009B138F">
        <w:rPr>
          <w:sz w:val="24"/>
          <w:szCs w:val="24"/>
        </w:rPr>
        <w:tab/>
        <w:t xml:space="preserve"> </w:t>
      </w:r>
      <w:r w:rsidR="009B138F" w:rsidRPr="009B138F">
        <w:rPr>
          <w:sz w:val="24"/>
          <w:szCs w:val="24"/>
        </w:rPr>
        <w:t>608</w:t>
      </w:r>
      <w:r w:rsidR="000C47FA" w:rsidRPr="009B138F">
        <w:rPr>
          <w:sz w:val="24"/>
          <w:szCs w:val="24"/>
        </w:rPr>
        <w:t xml:space="preserve"> mc</w:t>
      </w:r>
    </w:p>
    <w:p w:rsidR="00885412" w:rsidRPr="009B138F" w:rsidRDefault="009B138F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1030</w:t>
      </w:r>
      <w:r w:rsidR="00885412" w:rsidRPr="009B138F">
        <w:rPr>
          <w:sz w:val="24"/>
          <w:szCs w:val="24"/>
        </w:rPr>
        <w:t xml:space="preserve"> x </w:t>
      </w:r>
      <w:r w:rsidR="00782596" w:rsidRPr="009B138F">
        <w:rPr>
          <w:sz w:val="24"/>
          <w:szCs w:val="24"/>
        </w:rPr>
        <w:t>0.59</w:t>
      </w:r>
      <w:r w:rsidR="005207C6" w:rsidRPr="009B138F">
        <w:rPr>
          <w:sz w:val="24"/>
          <w:szCs w:val="24"/>
        </w:rPr>
        <w:t xml:space="preserve"> = </w:t>
      </w:r>
      <w:r w:rsidRPr="009B138F">
        <w:rPr>
          <w:sz w:val="24"/>
          <w:szCs w:val="24"/>
        </w:rPr>
        <w:t>607.7</w:t>
      </w:r>
      <w:r w:rsidR="005207C6" w:rsidRPr="009B138F">
        <w:rPr>
          <w:sz w:val="24"/>
          <w:szCs w:val="24"/>
        </w:rPr>
        <w:t xml:space="preserve"> mc</w:t>
      </w:r>
    </w:p>
    <w:p w:rsidR="00A01A10" w:rsidRPr="009B138F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Substrat de nisip, 10 cm grosime</w:t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8A2E7F" w:rsidRPr="009B138F">
        <w:rPr>
          <w:sz w:val="24"/>
          <w:szCs w:val="24"/>
        </w:rPr>
        <w:tab/>
        <w:t xml:space="preserve">          </w:t>
      </w:r>
      <w:r w:rsidR="00307BD2" w:rsidRPr="009B138F">
        <w:rPr>
          <w:sz w:val="24"/>
          <w:szCs w:val="24"/>
        </w:rPr>
        <w:tab/>
        <w:t xml:space="preserve"> </w:t>
      </w:r>
      <w:r w:rsidR="009B138F" w:rsidRPr="009B138F">
        <w:rPr>
          <w:sz w:val="24"/>
          <w:szCs w:val="24"/>
        </w:rPr>
        <w:t>103</w:t>
      </w:r>
      <w:r w:rsidR="00782596" w:rsidRPr="009B138F">
        <w:rPr>
          <w:sz w:val="24"/>
          <w:szCs w:val="24"/>
        </w:rPr>
        <w:t xml:space="preserve"> </w:t>
      </w:r>
      <w:r w:rsidRPr="009B138F">
        <w:rPr>
          <w:sz w:val="24"/>
          <w:szCs w:val="24"/>
        </w:rPr>
        <w:t>mc</w:t>
      </w:r>
    </w:p>
    <w:p w:rsidR="00A01A10" w:rsidRPr="009B138F" w:rsidRDefault="009B138F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1030</w:t>
      </w:r>
      <w:r w:rsidR="00A01A10" w:rsidRPr="009B138F">
        <w:rPr>
          <w:sz w:val="24"/>
          <w:szCs w:val="24"/>
        </w:rPr>
        <w:t xml:space="preserve"> x 0.10 = </w:t>
      </w:r>
      <w:r w:rsidRPr="009B138F">
        <w:rPr>
          <w:sz w:val="24"/>
          <w:szCs w:val="24"/>
        </w:rPr>
        <w:t>103</w:t>
      </w:r>
      <w:r w:rsidR="00A01A10" w:rsidRPr="009B138F">
        <w:rPr>
          <w:sz w:val="24"/>
          <w:szCs w:val="24"/>
        </w:rPr>
        <w:t xml:space="preserve"> mc</w:t>
      </w:r>
    </w:p>
    <w:p w:rsidR="00A01A10" w:rsidRPr="009B138F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Fundatie de balast, 25 cm grosime</w:t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8A2E7F" w:rsidRPr="009B138F">
        <w:rPr>
          <w:sz w:val="24"/>
          <w:szCs w:val="24"/>
        </w:rPr>
        <w:tab/>
        <w:t xml:space="preserve">         </w:t>
      </w:r>
      <w:r w:rsidR="00307BD2" w:rsidRPr="009B138F">
        <w:rPr>
          <w:sz w:val="24"/>
          <w:szCs w:val="24"/>
        </w:rPr>
        <w:tab/>
      </w:r>
      <w:r w:rsidR="008A2E7F" w:rsidRPr="009B138F">
        <w:rPr>
          <w:sz w:val="24"/>
          <w:szCs w:val="24"/>
        </w:rPr>
        <w:t xml:space="preserve"> </w:t>
      </w:r>
      <w:r w:rsidR="009B138F" w:rsidRPr="009B138F">
        <w:rPr>
          <w:sz w:val="24"/>
          <w:szCs w:val="24"/>
        </w:rPr>
        <w:t>258</w:t>
      </w:r>
      <w:r w:rsidRPr="009B138F">
        <w:rPr>
          <w:sz w:val="24"/>
          <w:szCs w:val="24"/>
        </w:rPr>
        <w:t xml:space="preserve"> mc</w:t>
      </w:r>
    </w:p>
    <w:p w:rsidR="00A01A10" w:rsidRPr="009B138F" w:rsidRDefault="009B138F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 xml:space="preserve">1030 x 0.25 = 257.5 </w:t>
      </w:r>
      <w:r w:rsidR="00A01A10" w:rsidRPr="009B138F">
        <w:rPr>
          <w:sz w:val="24"/>
          <w:szCs w:val="24"/>
        </w:rPr>
        <w:t>mc</w:t>
      </w:r>
    </w:p>
    <w:p w:rsidR="009811F1" w:rsidRPr="009B138F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Strat de piat</w:t>
      </w:r>
      <w:r w:rsidR="00481767" w:rsidRPr="009B138F">
        <w:rPr>
          <w:sz w:val="24"/>
          <w:szCs w:val="24"/>
        </w:rPr>
        <w:t xml:space="preserve">ra sparta, </w:t>
      </w:r>
      <w:r w:rsidR="008A2E7F" w:rsidRPr="009B138F">
        <w:rPr>
          <w:sz w:val="24"/>
          <w:szCs w:val="24"/>
        </w:rPr>
        <w:t>15</w:t>
      </w:r>
      <w:r w:rsidR="00481767" w:rsidRPr="009B138F">
        <w:rPr>
          <w:sz w:val="24"/>
          <w:szCs w:val="24"/>
        </w:rPr>
        <w:t xml:space="preserve"> cm grosime</w:t>
      </w:r>
      <w:r w:rsidR="00481767" w:rsidRPr="009B138F">
        <w:rPr>
          <w:sz w:val="24"/>
          <w:szCs w:val="24"/>
        </w:rPr>
        <w:tab/>
      </w:r>
      <w:r w:rsidR="00481767" w:rsidRPr="009B138F">
        <w:rPr>
          <w:sz w:val="24"/>
          <w:szCs w:val="24"/>
        </w:rPr>
        <w:tab/>
      </w:r>
      <w:r w:rsidR="00481767" w:rsidRPr="009B138F">
        <w:rPr>
          <w:sz w:val="24"/>
          <w:szCs w:val="24"/>
        </w:rPr>
        <w:tab/>
      </w:r>
      <w:r w:rsidR="00481767" w:rsidRPr="009B138F">
        <w:rPr>
          <w:sz w:val="24"/>
          <w:szCs w:val="24"/>
        </w:rPr>
        <w:tab/>
      </w:r>
      <w:r w:rsidR="00481767" w:rsidRPr="009B138F">
        <w:rPr>
          <w:sz w:val="24"/>
          <w:szCs w:val="24"/>
        </w:rPr>
        <w:tab/>
      </w:r>
      <w:r w:rsidR="00481767" w:rsidRPr="009B138F">
        <w:rPr>
          <w:sz w:val="24"/>
          <w:szCs w:val="24"/>
        </w:rPr>
        <w:tab/>
      </w:r>
      <w:r w:rsidR="008A2E7F" w:rsidRPr="009B138F">
        <w:rPr>
          <w:sz w:val="24"/>
          <w:szCs w:val="24"/>
        </w:rPr>
        <w:t xml:space="preserve">          </w:t>
      </w:r>
      <w:r w:rsidR="00307BD2" w:rsidRPr="009B138F">
        <w:rPr>
          <w:sz w:val="24"/>
          <w:szCs w:val="24"/>
        </w:rPr>
        <w:tab/>
      </w:r>
      <w:r w:rsidR="009B138F" w:rsidRPr="009B138F">
        <w:rPr>
          <w:sz w:val="24"/>
          <w:szCs w:val="24"/>
        </w:rPr>
        <w:t>155</w:t>
      </w:r>
      <w:r w:rsidR="009811F1" w:rsidRPr="009B138F">
        <w:rPr>
          <w:sz w:val="24"/>
          <w:szCs w:val="24"/>
        </w:rPr>
        <w:t xml:space="preserve"> mc</w:t>
      </w:r>
    </w:p>
    <w:p w:rsidR="009811F1" w:rsidRPr="009B138F" w:rsidRDefault="009B138F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1030</w:t>
      </w:r>
      <w:r w:rsidR="008A2E7F" w:rsidRPr="009B138F">
        <w:rPr>
          <w:sz w:val="24"/>
          <w:szCs w:val="24"/>
        </w:rPr>
        <w:t xml:space="preserve"> x 0.15</w:t>
      </w:r>
      <w:r w:rsidR="00481767" w:rsidRPr="009B138F">
        <w:rPr>
          <w:sz w:val="24"/>
          <w:szCs w:val="24"/>
        </w:rPr>
        <w:t xml:space="preserve"> = </w:t>
      </w:r>
      <w:r w:rsidRPr="009B138F">
        <w:rPr>
          <w:sz w:val="24"/>
          <w:szCs w:val="24"/>
        </w:rPr>
        <w:t>154</w:t>
      </w:r>
      <w:r w:rsidR="00782596" w:rsidRPr="009B138F">
        <w:rPr>
          <w:sz w:val="24"/>
          <w:szCs w:val="24"/>
        </w:rPr>
        <w:t>.5</w:t>
      </w:r>
      <w:r w:rsidR="009811F1" w:rsidRPr="009B138F">
        <w:rPr>
          <w:sz w:val="24"/>
          <w:szCs w:val="24"/>
        </w:rPr>
        <w:t xml:space="preserve"> mc</w:t>
      </w:r>
    </w:p>
    <w:p w:rsidR="009811F1" w:rsidRPr="009B138F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 xml:space="preserve">Curatare – amorsare </w:t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151C5B" w:rsidRPr="009B138F">
        <w:rPr>
          <w:sz w:val="24"/>
          <w:szCs w:val="24"/>
        </w:rPr>
        <w:t xml:space="preserve">        </w:t>
      </w:r>
      <w:r w:rsidR="00307BD2" w:rsidRPr="009B138F">
        <w:rPr>
          <w:sz w:val="24"/>
          <w:szCs w:val="24"/>
        </w:rPr>
        <w:t xml:space="preserve">   </w:t>
      </w:r>
      <w:r w:rsidR="009B138F" w:rsidRPr="009B138F">
        <w:rPr>
          <w:sz w:val="24"/>
          <w:szCs w:val="24"/>
        </w:rPr>
        <w:t>1030</w:t>
      </w:r>
      <w:r w:rsidR="00744C8B" w:rsidRPr="009B138F">
        <w:rPr>
          <w:sz w:val="24"/>
          <w:szCs w:val="24"/>
        </w:rPr>
        <w:t xml:space="preserve"> </w:t>
      </w:r>
      <w:r w:rsidRPr="009B138F">
        <w:rPr>
          <w:sz w:val="24"/>
          <w:szCs w:val="24"/>
        </w:rPr>
        <w:t>mp</w:t>
      </w:r>
    </w:p>
    <w:p w:rsidR="00EF764B" w:rsidRPr="009B138F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Asternere binder BAD 25, 5</w:t>
      </w:r>
      <w:r w:rsidR="00EF764B" w:rsidRPr="009B138F">
        <w:rPr>
          <w:sz w:val="24"/>
          <w:szCs w:val="24"/>
        </w:rPr>
        <w:t xml:space="preserve"> cm grosime </w:t>
      </w:r>
      <w:r w:rsidR="00EF764B" w:rsidRPr="009B138F">
        <w:rPr>
          <w:sz w:val="24"/>
          <w:szCs w:val="24"/>
        </w:rPr>
        <w:tab/>
      </w:r>
      <w:r w:rsidR="00EF764B" w:rsidRPr="009B138F">
        <w:rPr>
          <w:sz w:val="24"/>
          <w:szCs w:val="24"/>
        </w:rPr>
        <w:tab/>
      </w:r>
      <w:r w:rsidR="00EF764B" w:rsidRPr="009B138F">
        <w:rPr>
          <w:sz w:val="24"/>
          <w:szCs w:val="24"/>
        </w:rPr>
        <w:tab/>
      </w:r>
      <w:r w:rsidR="00EF764B" w:rsidRPr="009B138F">
        <w:rPr>
          <w:sz w:val="24"/>
          <w:szCs w:val="24"/>
        </w:rPr>
        <w:tab/>
      </w:r>
      <w:r w:rsidR="00EF764B" w:rsidRPr="009B138F">
        <w:rPr>
          <w:sz w:val="24"/>
          <w:szCs w:val="24"/>
        </w:rPr>
        <w:tab/>
      </w:r>
      <w:r w:rsidR="00744C8B"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9B138F" w:rsidRPr="009B138F">
        <w:rPr>
          <w:sz w:val="24"/>
          <w:szCs w:val="24"/>
        </w:rPr>
        <w:t>124</w:t>
      </w:r>
      <w:r w:rsidR="00E70F73" w:rsidRPr="009B138F">
        <w:rPr>
          <w:sz w:val="24"/>
          <w:szCs w:val="24"/>
        </w:rPr>
        <w:t xml:space="preserve"> </w:t>
      </w:r>
      <w:r w:rsidR="00EF764B" w:rsidRPr="009B138F">
        <w:rPr>
          <w:sz w:val="24"/>
          <w:szCs w:val="24"/>
        </w:rPr>
        <w:t>t</w:t>
      </w:r>
    </w:p>
    <w:p w:rsidR="00EF764B" w:rsidRPr="009B138F" w:rsidRDefault="009B138F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1030</w:t>
      </w:r>
      <w:r w:rsidR="00151C5B" w:rsidRPr="009B138F">
        <w:rPr>
          <w:sz w:val="24"/>
          <w:szCs w:val="24"/>
        </w:rPr>
        <w:t xml:space="preserve"> x 0.05</w:t>
      </w:r>
      <w:r w:rsidR="00EF764B" w:rsidRPr="009B138F">
        <w:rPr>
          <w:sz w:val="24"/>
          <w:szCs w:val="24"/>
        </w:rPr>
        <w:t xml:space="preserve">  x 2.4 </w:t>
      </w:r>
      <w:r w:rsidR="00E70F73" w:rsidRPr="009B138F">
        <w:rPr>
          <w:sz w:val="24"/>
          <w:szCs w:val="24"/>
        </w:rPr>
        <w:t xml:space="preserve">= </w:t>
      </w:r>
      <w:r w:rsidRPr="009B138F">
        <w:rPr>
          <w:sz w:val="24"/>
          <w:szCs w:val="24"/>
        </w:rPr>
        <w:t>123.6</w:t>
      </w:r>
      <w:r w:rsidR="00EF764B" w:rsidRPr="009B138F">
        <w:rPr>
          <w:sz w:val="24"/>
          <w:szCs w:val="24"/>
        </w:rPr>
        <w:t xml:space="preserve"> t</w:t>
      </w:r>
    </w:p>
    <w:p w:rsidR="00EF764B" w:rsidRPr="009B138F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Curatare – amorsare</w:t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744C8B" w:rsidRPr="009B138F">
        <w:rPr>
          <w:sz w:val="24"/>
          <w:szCs w:val="24"/>
        </w:rPr>
        <w:tab/>
      </w:r>
      <w:r w:rsidR="00151C5B" w:rsidRPr="009B138F">
        <w:rPr>
          <w:sz w:val="24"/>
          <w:szCs w:val="24"/>
        </w:rPr>
        <w:t xml:space="preserve">       </w:t>
      </w:r>
      <w:r w:rsidR="00307BD2" w:rsidRPr="009B138F">
        <w:rPr>
          <w:sz w:val="24"/>
          <w:szCs w:val="24"/>
        </w:rPr>
        <w:t xml:space="preserve">    </w:t>
      </w:r>
      <w:r w:rsidR="009B138F" w:rsidRPr="009B138F">
        <w:rPr>
          <w:sz w:val="24"/>
          <w:szCs w:val="24"/>
        </w:rPr>
        <w:t>1030</w:t>
      </w:r>
      <w:r w:rsidR="00307BD2" w:rsidRPr="009B138F">
        <w:rPr>
          <w:sz w:val="24"/>
          <w:szCs w:val="24"/>
        </w:rPr>
        <w:t xml:space="preserve"> </w:t>
      </w:r>
      <w:r w:rsidRPr="009B138F">
        <w:rPr>
          <w:sz w:val="24"/>
          <w:szCs w:val="24"/>
        </w:rPr>
        <w:t>mp</w:t>
      </w:r>
    </w:p>
    <w:p w:rsidR="00EF764B" w:rsidRPr="009B138F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B138F">
        <w:rPr>
          <w:sz w:val="24"/>
          <w:szCs w:val="24"/>
        </w:rPr>
        <w:t>Strat de uzura BA16, h=4 cm grosime</w:t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Pr="009B138F">
        <w:rPr>
          <w:sz w:val="24"/>
          <w:szCs w:val="24"/>
        </w:rPr>
        <w:tab/>
      </w:r>
      <w:r w:rsidR="00744C8B" w:rsidRPr="009B138F">
        <w:rPr>
          <w:sz w:val="24"/>
          <w:szCs w:val="24"/>
        </w:rPr>
        <w:tab/>
      </w:r>
      <w:r w:rsidR="00151C5B" w:rsidRPr="009B138F">
        <w:rPr>
          <w:sz w:val="24"/>
          <w:szCs w:val="24"/>
        </w:rPr>
        <w:t xml:space="preserve">        </w:t>
      </w:r>
      <w:r w:rsidR="00307BD2" w:rsidRPr="009B138F">
        <w:rPr>
          <w:sz w:val="24"/>
          <w:szCs w:val="24"/>
        </w:rPr>
        <w:t xml:space="preserve">   </w:t>
      </w:r>
      <w:r w:rsidR="009B138F" w:rsidRPr="009B138F">
        <w:rPr>
          <w:sz w:val="24"/>
          <w:szCs w:val="24"/>
        </w:rPr>
        <w:t>1030</w:t>
      </w:r>
      <w:r w:rsidRPr="009B138F">
        <w:rPr>
          <w:sz w:val="24"/>
          <w:szCs w:val="24"/>
        </w:rPr>
        <w:t xml:space="preserve"> mp</w:t>
      </w:r>
    </w:p>
    <w:p w:rsidR="00BD1559" w:rsidRPr="00640474" w:rsidRDefault="00BD1559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151C5B" w:rsidRPr="00640474" w:rsidRDefault="00151C5B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234596" w:rsidRPr="00640474" w:rsidRDefault="00234596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Pr="00640474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EF764B" w:rsidRPr="00234596" w:rsidRDefault="00BD1559" w:rsidP="00EF764B">
      <w:pPr>
        <w:spacing w:line="360" w:lineRule="auto"/>
        <w:jc w:val="center"/>
        <w:rPr>
          <w:sz w:val="32"/>
          <w:szCs w:val="32"/>
        </w:rPr>
      </w:pPr>
      <w:r w:rsidRPr="00234596">
        <w:rPr>
          <w:sz w:val="24"/>
          <w:szCs w:val="24"/>
        </w:rPr>
        <w:lastRenderedPageBreak/>
        <w:tab/>
      </w:r>
      <w:r w:rsidR="00EF764B" w:rsidRPr="00234596">
        <w:rPr>
          <w:sz w:val="32"/>
          <w:szCs w:val="32"/>
        </w:rPr>
        <w:t>Lucrari la trotuare</w:t>
      </w:r>
    </w:p>
    <w:p w:rsidR="00EF764B" w:rsidRPr="00234596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234596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 xml:space="preserve">Spargerea si desfacerea </w:t>
      </w:r>
      <w:r w:rsidR="000D46F3" w:rsidRPr="00234596">
        <w:rPr>
          <w:sz w:val="24"/>
          <w:szCs w:val="24"/>
        </w:rPr>
        <w:t>betonului de ciment</w:t>
      </w:r>
      <w:r w:rsidRPr="00234596">
        <w:rPr>
          <w:sz w:val="24"/>
          <w:szCs w:val="24"/>
        </w:rPr>
        <w:t xml:space="preserve"> la trotuare cu ciocanul pneumati</w:t>
      </w:r>
      <w:r w:rsidR="000D46F3" w:rsidRPr="00234596">
        <w:rPr>
          <w:sz w:val="24"/>
          <w:szCs w:val="24"/>
        </w:rPr>
        <w:t xml:space="preserve">c    </w:t>
      </w:r>
      <w:r w:rsidR="000D46F3" w:rsidRPr="00234596">
        <w:rPr>
          <w:sz w:val="24"/>
          <w:szCs w:val="24"/>
        </w:rPr>
        <w:tab/>
      </w:r>
      <w:r w:rsidR="000D46F3" w:rsidRPr="00234596">
        <w:rPr>
          <w:sz w:val="24"/>
          <w:szCs w:val="24"/>
        </w:rPr>
        <w:tab/>
        <w:t xml:space="preserve"> </w:t>
      </w:r>
      <w:r w:rsidR="00C92E6E" w:rsidRPr="00234596">
        <w:rPr>
          <w:sz w:val="24"/>
          <w:szCs w:val="24"/>
        </w:rPr>
        <w:t xml:space="preserve">  </w:t>
      </w:r>
      <w:r w:rsidR="00234596" w:rsidRPr="00234596">
        <w:rPr>
          <w:sz w:val="24"/>
          <w:szCs w:val="24"/>
        </w:rPr>
        <w:t>13</w:t>
      </w:r>
      <w:r w:rsidRPr="00234596">
        <w:rPr>
          <w:sz w:val="24"/>
          <w:szCs w:val="24"/>
        </w:rPr>
        <w:t xml:space="preserve"> mc</w:t>
      </w:r>
    </w:p>
    <w:p w:rsidR="00965454" w:rsidRPr="00234596" w:rsidRDefault="00234596" w:rsidP="00965454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248</w:t>
      </w:r>
      <w:r w:rsidR="000D46F3" w:rsidRPr="00234596">
        <w:rPr>
          <w:sz w:val="24"/>
          <w:szCs w:val="24"/>
        </w:rPr>
        <w:t xml:space="preserve"> x 0.05 = </w:t>
      </w:r>
      <w:r w:rsidRPr="00234596">
        <w:rPr>
          <w:sz w:val="24"/>
          <w:szCs w:val="24"/>
        </w:rPr>
        <w:t>12.4</w:t>
      </w:r>
      <w:r w:rsidR="00965454" w:rsidRPr="00234596">
        <w:rPr>
          <w:sz w:val="24"/>
          <w:szCs w:val="24"/>
        </w:rPr>
        <w:t xml:space="preserve"> mc</w:t>
      </w:r>
    </w:p>
    <w:p w:rsidR="00965454" w:rsidRPr="00234596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Sapatura pana la cota de fundare</w:t>
      </w:r>
      <w:r w:rsidRPr="00234596">
        <w:rPr>
          <w:sz w:val="24"/>
          <w:szCs w:val="24"/>
        </w:rPr>
        <w:tab/>
      </w:r>
      <w:r w:rsidRPr="00234596">
        <w:rPr>
          <w:sz w:val="24"/>
          <w:szCs w:val="24"/>
        </w:rPr>
        <w:tab/>
      </w:r>
      <w:r w:rsidRPr="00234596">
        <w:rPr>
          <w:sz w:val="24"/>
          <w:szCs w:val="24"/>
        </w:rPr>
        <w:tab/>
      </w:r>
      <w:r w:rsidR="000D46F3" w:rsidRPr="00234596">
        <w:rPr>
          <w:sz w:val="24"/>
          <w:szCs w:val="24"/>
        </w:rPr>
        <w:tab/>
      </w:r>
      <w:r w:rsidR="000D46F3" w:rsidRPr="00234596">
        <w:rPr>
          <w:sz w:val="24"/>
          <w:szCs w:val="24"/>
        </w:rPr>
        <w:tab/>
      </w:r>
      <w:r w:rsidR="000D46F3" w:rsidRPr="00234596">
        <w:rPr>
          <w:sz w:val="24"/>
          <w:szCs w:val="24"/>
        </w:rPr>
        <w:tab/>
      </w:r>
      <w:r w:rsidR="000D46F3" w:rsidRPr="00234596">
        <w:rPr>
          <w:sz w:val="24"/>
          <w:szCs w:val="24"/>
        </w:rPr>
        <w:tab/>
        <w:t xml:space="preserve">      </w:t>
      </w:r>
      <w:r w:rsidR="000D46F3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 xml:space="preserve"> </w:t>
      </w:r>
      <w:r w:rsidR="00234596" w:rsidRPr="00234596">
        <w:rPr>
          <w:sz w:val="24"/>
          <w:szCs w:val="24"/>
        </w:rPr>
        <w:t xml:space="preserve">  72</w:t>
      </w:r>
      <w:r w:rsidRPr="00234596">
        <w:rPr>
          <w:sz w:val="24"/>
          <w:szCs w:val="24"/>
        </w:rPr>
        <w:t xml:space="preserve"> mc</w:t>
      </w:r>
    </w:p>
    <w:p w:rsidR="00965454" w:rsidRPr="00234596" w:rsidRDefault="00234596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248</w:t>
      </w:r>
      <w:r w:rsidR="000D46F3" w:rsidRPr="00234596">
        <w:rPr>
          <w:sz w:val="24"/>
          <w:szCs w:val="24"/>
        </w:rPr>
        <w:t xml:space="preserve"> x 0.29</w:t>
      </w:r>
      <w:r w:rsidR="00D63110" w:rsidRPr="00234596">
        <w:rPr>
          <w:sz w:val="24"/>
          <w:szCs w:val="24"/>
        </w:rPr>
        <w:t xml:space="preserve"> =</w:t>
      </w:r>
      <w:r w:rsidRPr="00234596">
        <w:rPr>
          <w:sz w:val="24"/>
          <w:szCs w:val="24"/>
        </w:rPr>
        <w:t xml:space="preserve"> 71.92</w:t>
      </w:r>
      <w:r w:rsidR="00965454" w:rsidRPr="00234596">
        <w:rPr>
          <w:sz w:val="24"/>
          <w:szCs w:val="24"/>
        </w:rPr>
        <w:t xml:space="preserve"> mc</w:t>
      </w:r>
    </w:p>
    <w:p w:rsidR="002567E4" w:rsidRPr="00234596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Fundatie de balast</w:t>
      </w:r>
      <w:r w:rsidR="00C92E6E" w:rsidRPr="00234596">
        <w:rPr>
          <w:sz w:val="24"/>
          <w:szCs w:val="24"/>
        </w:rPr>
        <w:t xml:space="preserve">, </w:t>
      </w:r>
      <w:r w:rsidR="00234596" w:rsidRPr="00234596">
        <w:rPr>
          <w:sz w:val="24"/>
          <w:szCs w:val="24"/>
        </w:rPr>
        <w:t>15 cm grosime</w:t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</w:r>
      <w:r w:rsidR="00234596" w:rsidRPr="00234596">
        <w:rPr>
          <w:sz w:val="24"/>
          <w:szCs w:val="24"/>
        </w:rPr>
        <w:tab/>
        <w:t xml:space="preserve">      </w:t>
      </w:r>
      <w:r w:rsidR="00234596" w:rsidRPr="00234596">
        <w:rPr>
          <w:sz w:val="24"/>
          <w:szCs w:val="24"/>
        </w:rPr>
        <w:tab/>
        <w:t xml:space="preserve">   38</w:t>
      </w:r>
      <w:r w:rsidRPr="00234596">
        <w:rPr>
          <w:sz w:val="24"/>
          <w:szCs w:val="24"/>
        </w:rPr>
        <w:t xml:space="preserve"> mc</w:t>
      </w:r>
    </w:p>
    <w:p w:rsidR="002567E4" w:rsidRPr="00234596" w:rsidRDefault="00234596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248</w:t>
      </w:r>
      <w:r w:rsidR="002567E4" w:rsidRPr="00234596">
        <w:rPr>
          <w:sz w:val="24"/>
          <w:szCs w:val="24"/>
        </w:rPr>
        <w:t xml:space="preserve"> x 0.15 = </w:t>
      </w:r>
      <w:r w:rsidRPr="00234596">
        <w:rPr>
          <w:sz w:val="24"/>
          <w:szCs w:val="24"/>
        </w:rPr>
        <w:t>37.2</w:t>
      </w:r>
      <w:r w:rsidR="002567E4" w:rsidRPr="00234596">
        <w:rPr>
          <w:sz w:val="24"/>
          <w:szCs w:val="24"/>
        </w:rPr>
        <w:t xml:space="preserve"> mc</w:t>
      </w:r>
    </w:p>
    <w:p w:rsidR="002567E4" w:rsidRPr="00234596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Strat de beton C8/10</w:t>
      </w:r>
      <w:r w:rsidR="00C92E6E" w:rsidRPr="00234596">
        <w:rPr>
          <w:sz w:val="24"/>
          <w:szCs w:val="24"/>
        </w:rPr>
        <w:t>, 10 cm grosime</w:t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</w:r>
      <w:r w:rsidR="00C92E6E" w:rsidRPr="00234596">
        <w:rPr>
          <w:sz w:val="24"/>
          <w:szCs w:val="24"/>
        </w:rPr>
        <w:tab/>
        <w:t xml:space="preserve">      </w:t>
      </w:r>
      <w:r w:rsidR="00C92E6E" w:rsidRPr="00234596">
        <w:rPr>
          <w:sz w:val="24"/>
          <w:szCs w:val="24"/>
        </w:rPr>
        <w:tab/>
        <w:t xml:space="preserve">   </w:t>
      </w:r>
      <w:r w:rsidR="00234596" w:rsidRPr="00234596">
        <w:rPr>
          <w:sz w:val="24"/>
          <w:szCs w:val="24"/>
        </w:rPr>
        <w:t>25</w:t>
      </w:r>
      <w:r w:rsidRPr="00234596">
        <w:rPr>
          <w:sz w:val="24"/>
          <w:szCs w:val="24"/>
        </w:rPr>
        <w:t xml:space="preserve"> mc</w:t>
      </w:r>
    </w:p>
    <w:p w:rsidR="002567E4" w:rsidRPr="00234596" w:rsidRDefault="00234596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248 x 0.10 = 24.8</w:t>
      </w:r>
      <w:r w:rsidR="002567E4" w:rsidRPr="00234596">
        <w:rPr>
          <w:sz w:val="24"/>
          <w:szCs w:val="24"/>
        </w:rPr>
        <w:t xml:space="preserve"> mc</w:t>
      </w:r>
    </w:p>
    <w:p w:rsidR="0053629B" w:rsidRPr="00234596" w:rsidRDefault="00C92E6E" w:rsidP="0053629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234596">
        <w:rPr>
          <w:sz w:val="24"/>
          <w:szCs w:val="24"/>
        </w:rPr>
        <w:t>Strat de uzura BA8, 4</w:t>
      </w:r>
      <w:r w:rsidR="0053629B" w:rsidRPr="00234596">
        <w:rPr>
          <w:sz w:val="24"/>
          <w:szCs w:val="24"/>
        </w:rPr>
        <w:t xml:space="preserve"> cm grosime</w:t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</w:r>
      <w:r w:rsidR="0053629B" w:rsidRPr="00234596">
        <w:rPr>
          <w:sz w:val="24"/>
          <w:szCs w:val="24"/>
        </w:rPr>
        <w:tab/>
        <w:t xml:space="preserve">          </w:t>
      </w:r>
      <w:r w:rsidRPr="00234596">
        <w:rPr>
          <w:sz w:val="24"/>
          <w:szCs w:val="24"/>
        </w:rPr>
        <w:t xml:space="preserve">  </w:t>
      </w:r>
      <w:r w:rsidR="00234596" w:rsidRPr="00234596">
        <w:rPr>
          <w:sz w:val="24"/>
          <w:szCs w:val="24"/>
        </w:rPr>
        <w:t xml:space="preserve"> 248 </w:t>
      </w:r>
      <w:r w:rsidR="0053629B" w:rsidRPr="00234596">
        <w:rPr>
          <w:sz w:val="24"/>
          <w:szCs w:val="24"/>
        </w:rPr>
        <w:t>mp</w:t>
      </w:r>
    </w:p>
    <w:p w:rsidR="005404F0" w:rsidRPr="00640474" w:rsidRDefault="005404F0" w:rsidP="005404F0">
      <w:pPr>
        <w:spacing w:line="360" w:lineRule="auto"/>
        <w:rPr>
          <w:color w:val="FF0000"/>
          <w:sz w:val="24"/>
          <w:szCs w:val="24"/>
        </w:rPr>
      </w:pPr>
    </w:p>
    <w:p w:rsidR="005404F0" w:rsidRPr="00E7795D" w:rsidRDefault="005404F0" w:rsidP="005404F0">
      <w:pPr>
        <w:spacing w:line="360" w:lineRule="auto"/>
        <w:jc w:val="center"/>
        <w:rPr>
          <w:sz w:val="32"/>
          <w:szCs w:val="32"/>
        </w:rPr>
      </w:pPr>
      <w:r w:rsidRPr="00E7795D">
        <w:rPr>
          <w:sz w:val="32"/>
          <w:szCs w:val="32"/>
        </w:rPr>
        <w:t>Lucrari la parcari</w:t>
      </w:r>
    </w:p>
    <w:p w:rsidR="005404F0" w:rsidRPr="00E7795D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E7795D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7795D">
        <w:rPr>
          <w:sz w:val="24"/>
          <w:szCs w:val="24"/>
        </w:rPr>
        <w:t>Spargerea si desfacerea betonului de ciment la partea carosab</w:t>
      </w:r>
      <w:r w:rsidR="00C92E6E" w:rsidRPr="00E7795D">
        <w:rPr>
          <w:sz w:val="24"/>
          <w:szCs w:val="24"/>
        </w:rPr>
        <w:t xml:space="preserve">ila cu ciocanul pneumatic    </w:t>
      </w:r>
      <w:r w:rsidR="006A049E" w:rsidRPr="00E7795D">
        <w:rPr>
          <w:sz w:val="24"/>
          <w:szCs w:val="24"/>
        </w:rPr>
        <w:t xml:space="preserve">  </w:t>
      </w:r>
      <w:r w:rsidR="00E7795D" w:rsidRPr="00E7795D">
        <w:rPr>
          <w:sz w:val="24"/>
          <w:szCs w:val="24"/>
        </w:rPr>
        <w:t>53</w:t>
      </w:r>
      <w:r w:rsidRPr="00E7795D">
        <w:rPr>
          <w:sz w:val="24"/>
          <w:szCs w:val="24"/>
        </w:rPr>
        <w:t xml:space="preserve"> mc</w:t>
      </w:r>
    </w:p>
    <w:p w:rsidR="005404F0" w:rsidRPr="00E7795D" w:rsidRDefault="00E7795D" w:rsidP="005404F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E7795D">
        <w:rPr>
          <w:sz w:val="24"/>
          <w:szCs w:val="24"/>
        </w:rPr>
        <w:t>211</w:t>
      </w:r>
      <w:r w:rsidR="00C92E6E" w:rsidRPr="00E7795D">
        <w:rPr>
          <w:sz w:val="24"/>
          <w:szCs w:val="24"/>
        </w:rPr>
        <w:t xml:space="preserve"> x 0.25 = </w:t>
      </w:r>
      <w:r w:rsidRPr="00E7795D">
        <w:rPr>
          <w:sz w:val="24"/>
          <w:szCs w:val="24"/>
        </w:rPr>
        <w:t>52.75</w:t>
      </w:r>
      <w:r w:rsidR="005404F0" w:rsidRPr="00E7795D">
        <w:rPr>
          <w:sz w:val="24"/>
          <w:szCs w:val="24"/>
        </w:rPr>
        <w:t xml:space="preserve"> mc</w:t>
      </w:r>
    </w:p>
    <w:p w:rsidR="005404F0" w:rsidRPr="00E7795D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7795D">
        <w:rPr>
          <w:sz w:val="24"/>
          <w:szCs w:val="24"/>
        </w:rPr>
        <w:t>Sapatura pana la cota de fundare</w:t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</w:r>
      <w:r w:rsidRPr="00E7795D">
        <w:rPr>
          <w:sz w:val="24"/>
          <w:szCs w:val="24"/>
        </w:rPr>
        <w:tab/>
        <w:t xml:space="preserve">       </w:t>
      </w:r>
      <w:r w:rsidR="0005002D" w:rsidRPr="00E7795D">
        <w:rPr>
          <w:sz w:val="24"/>
          <w:szCs w:val="24"/>
        </w:rPr>
        <w:t xml:space="preserve">  </w:t>
      </w:r>
      <w:r w:rsidR="00EE06A9" w:rsidRPr="00E7795D">
        <w:rPr>
          <w:sz w:val="24"/>
          <w:szCs w:val="24"/>
        </w:rPr>
        <w:t xml:space="preserve">    </w:t>
      </w:r>
      <w:r w:rsidR="00E7795D" w:rsidRPr="00E7795D">
        <w:rPr>
          <w:sz w:val="24"/>
          <w:szCs w:val="24"/>
        </w:rPr>
        <w:t>157</w:t>
      </w:r>
      <w:r w:rsidRPr="00E7795D">
        <w:rPr>
          <w:sz w:val="24"/>
          <w:szCs w:val="24"/>
        </w:rPr>
        <w:t xml:space="preserve"> mc</w:t>
      </w:r>
    </w:p>
    <w:p w:rsidR="005404F0" w:rsidRPr="00E7795D" w:rsidRDefault="00E7795D" w:rsidP="005404F0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E7795D">
        <w:rPr>
          <w:sz w:val="24"/>
          <w:szCs w:val="24"/>
        </w:rPr>
        <w:t>211</w:t>
      </w:r>
      <w:r w:rsidR="00EE06A9" w:rsidRPr="00E7795D">
        <w:rPr>
          <w:sz w:val="24"/>
          <w:szCs w:val="24"/>
        </w:rPr>
        <w:t xml:space="preserve"> x 0.74 = </w:t>
      </w:r>
      <w:r w:rsidRPr="00E7795D">
        <w:rPr>
          <w:sz w:val="24"/>
          <w:szCs w:val="24"/>
        </w:rPr>
        <w:t>156.14</w:t>
      </w:r>
      <w:r w:rsidR="005404F0" w:rsidRPr="00E7795D">
        <w:rPr>
          <w:sz w:val="24"/>
          <w:szCs w:val="24"/>
        </w:rPr>
        <w:t xml:space="preserve"> mc</w:t>
      </w:r>
    </w:p>
    <w:p w:rsidR="00863822" w:rsidRPr="00277A84" w:rsidRDefault="00863822" w:rsidP="00863822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77A84">
        <w:rPr>
          <w:sz w:val="24"/>
          <w:szCs w:val="24"/>
        </w:rPr>
        <w:t>Strat de nisi</w:t>
      </w:r>
      <w:r w:rsidR="00EE06A9" w:rsidRPr="00277A84">
        <w:rPr>
          <w:sz w:val="24"/>
          <w:szCs w:val="24"/>
        </w:rPr>
        <w:t xml:space="preserve">p, 10 cm </w:t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</w:r>
      <w:r w:rsidR="00EE06A9" w:rsidRPr="00277A84">
        <w:rPr>
          <w:sz w:val="24"/>
          <w:szCs w:val="24"/>
        </w:rPr>
        <w:tab/>
        <w:t xml:space="preserve">            </w:t>
      </w:r>
      <w:r w:rsidR="006975BC" w:rsidRPr="00277A84">
        <w:rPr>
          <w:sz w:val="24"/>
          <w:szCs w:val="24"/>
        </w:rPr>
        <w:t xml:space="preserve">   </w:t>
      </w:r>
      <w:r w:rsidR="00277A84" w:rsidRPr="00277A84">
        <w:rPr>
          <w:sz w:val="24"/>
          <w:szCs w:val="24"/>
        </w:rPr>
        <w:t>22</w:t>
      </w:r>
      <w:r w:rsidRPr="00277A84">
        <w:rPr>
          <w:sz w:val="24"/>
          <w:szCs w:val="24"/>
        </w:rPr>
        <w:t xml:space="preserve"> mc</w:t>
      </w:r>
    </w:p>
    <w:p w:rsidR="00863822" w:rsidRPr="00277A84" w:rsidRDefault="00E7795D" w:rsidP="00863822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277A84">
        <w:rPr>
          <w:sz w:val="24"/>
          <w:szCs w:val="24"/>
        </w:rPr>
        <w:t>211</w:t>
      </w:r>
      <w:r w:rsidR="00863822" w:rsidRPr="00277A84">
        <w:rPr>
          <w:sz w:val="24"/>
          <w:szCs w:val="24"/>
        </w:rPr>
        <w:t xml:space="preserve"> x 0.1</w:t>
      </w:r>
      <w:r w:rsidR="00EE06A9" w:rsidRPr="00277A84">
        <w:rPr>
          <w:sz w:val="24"/>
          <w:szCs w:val="24"/>
        </w:rPr>
        <w:t xml:space="preserve">0 = </w:t>
      </w:r>
      <w:r w:rsidR="00277A84" w:rsidRPr="00277A84">
        <w:rPr>
          <w:sz w:val="24"/>
          <w:szCs w:val="24"/>
        </w:rPr>
        <w:t xml:space="preserve">21.1 </w:t>
      </w:r>
      <w:r w:rsidR="00863822" w:rsidRPr="00277A84">
        <w:rPr>
          <w:sz w:val="24"/>
          <w:szCs w:val="24"/>
        </w:rPr>
        <w:t>mc</w:t>
      </w:r>
    </w:p>
    <w:p w:rsidR="005404F0" w:rsidRPr="00277A84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77A84">
        <w:rPr>
          <w:sz w:val="24"/>
          <w:szCs w:val="24"/>
        </w:rPr>
        <w:t>Fundatie de balast, 25 cm grosime</w:t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</w:r>
      <w:r w:rsidRPr="00277A84">
        <w:rPr>
          <w:sz w:val="24"/>
          <w:szCs w:val="24"/>
        </w:rPr>
        <w:tab/>
        <w:t xml:space="preserve">         </w:t>
      </w:r>
      <w:r w:rsidR="006975BC" w:rsidRPr="00277A84">
        <w:rPr>
          <w:sz w:val="24"/>
          <w:szCs w:val="24"/>
        </w:rPr>
        <w:t xml:space="preserve">   </w:t>
      </w:r>
      <w:r w:rsidR="00277A84" w:rsidRPr="00277A84">
        <w:rPr>
          <w:sz w:val="24"/>
          <w:szCs w:val="24"/>
        </w:rPr>
        <w:t xml:space="preserve">  53</w:t>
      </w:r>
      <w:r w:rsidRPr="00277A84">
        <w:rPr>
          <w:sz w:val="24"/>
          <w:szCs w:val="24"/>
        </w:rPr>
        <w:t xml:space="preserve"> mc</w:t>
      </w:r>
    </w:p>
    <w:p w:rsidR="005404F0" w:rsidRPr="00277A84" w:rsidRDefault="00E7795D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277A84">
        <w:rPr>
          <w:sz w:val="24"/>
          <w:szCs w:val="24"/>
        </w:rPr>
        <w:t>211</w:t>
      </w:r>
      <w:r w:rsidR="007652C6" w:rsidRPr="00277A84">
        <w:rPr>
          <w:sz w:val="24"/>
          <w:szCs w:val="24"/>
        </w:rPr>
        <w:t xml:space="preserve"> x 0.25 = </w:t>
      </w:r>
      <w:r w:rsidR="00277A84" w:rsidRPr="00277A84">
        <w:rPr>
          <w:sz w:val="24"/>
          <w:szCs w:val="24"/>
        </w:rPr>
        <w:t>52.75</w:t>
      </w:r>
      <w:r w:rsidR="005404F0" w:rsidRPr="00277A84">
        <w:rPr>
          <w:sz w:val="24"/>
          <w:szCs w:val="24"/>
        </w:rPr>
        <w:t xml:space="preserve"> mc</w:t>
      </w:r>
    </w:p>
    <w:p w:rsidR="005404F0" w:rsidRPr="0081259D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81259D">
        <w:rPr>
          <w:sz w:val="24"/>
          <w:szCs w:val="24"/>
        </w:rPr>
        <w:t xml:space="preserve">Strat de </w:t>
      </w:r>
      <w:r w:rsidR="00EB628B" w:rsidRPr="0081259D">
        <w:rPr>
          <w:sz w:val="24"/>
          <w:szCs w:val="24"/>
        </w:rPr>
        <w:t>balast stabilizat cu ciment</w:t>
      </w:r>
      <w:r w:rsidRPr="0081259D">
        <w:rPr>
          <w:sz w:val="24"/>
          <w:szCs w:val="24"/>
        </w:rPr>
        <w:t>, 15</w:t>
      </w:r>
      <w:r w:rsidR="00EE06A9" w:rsidRPr="0081259D">
        <w:rPr>
          <w:sz w:val="24"/>
          <w:szCs w:val="24"/>
        </w:rPr>
        <w:t xml:space="preserve"> cm grosime</w:t>
      </w:r>
      <w:r w:rsidR="00EE06A9" w:rsidRPr="0081259D">
        <w:rPr>
          <w:sz w:val="24"/>
          <w:szCs w:val="24"/>
        </w:rPr>
        <w:tab/>
      </w:r>
      <w:r w:rsidR="00EE06A9" w:rsidRPr="0081259D">
        <w:rPr>
          <w:sz w:val="24"/>
          <w:szCs w:val="24"/>
        </w:rPr>
        <w:tab/>
      </w:r>
      <w:r w:rsidR="00EE06A9" w:rsidRPr="0081259D">
        <w:rPr>
          <w:sz w:val="24"/>
          <w:szCs w:val="24"/>
        </w:rPr>
        <w:tab/>
      </w:r>
      <w:r w:rsidR="00EE06A9" w:rsidRPr="0081259D">
        <w:rPr>
          <w:sz w:val="24"/>
          <w:szCs w:val="24"/>
        </w:rPr>
        <w:tab/>
      </w:r>
      <w:r w:rsidR="00EE06A9" w:rsidRPr="0081259D">
        <w:rPr>
          <w:sz w:val="24"/>
          <w:szCs w:val="24"/>
        </w:rPr>
        <w:tab/>
        <w:t xml:space="preserve">          </w:t>
      </w:r>
      <w:r w:rsidR="006975BC" w:rsidRPr="0081259D">
        <w:rPr>
          <w:sz w:val="24"/>
          <w:szCs w:val="24"/>
        </w:rPr>
        <w:t xml:space="preserve">     </w:t>
      </w:r>
      <w:r w:rsidR="0081259D" w:rsidRPr="0081259D">
        <w:rPr>
          <w:sz w:val="24"/>
          <w:szCs w:val="24"/>
        </w:rPr>
        <w:t>32</w:t>
      </w:r>
      <w:r w:rsidRPr="0081259D">
        <w:rPr>
          <w:sz w:val="24"/>
          <w:szCs w:val="24"/>
        </w:rPr>
        <w:t xml:space="preserve"> mc</w:t>
      </w:r>
    </w:p>
    <w:p w:rsidR="005404F0" w:rsidRPr="0081259D" w:rsidRDefault="00E7795D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81259D">
        <w:rPr>
          <w:sz w:val="24"/>
          <w:szCs w:val="24"/>
        </w:rPr>
        <w:t>211</w:t>
      </w:r>
      <w:r w:rsidR="005404F0" w:rsidRPr="0081259D">
        <w:rPr>
          <w:sz w:val="24"/>
          <w:szCs w:val="24"/>
        </w:rPr>
        <w:t xml:space="preserve"> x 0.15 = </w:t>
      </w:r>
      <w:r w:rsidR="0081259D" w:rsidRPr="0081259D">
        <w:rPr>
          <w:sz w:val="24"/>
          <w:szCs w:val="24"/>
        </w:rPr>
        <w:t>31.65</w:t>
      </w:r>
      <w:r w:rsidR="005404F0" w:rsidRPr="0081259D">
        <w:rPr>
          <w:sz w:val="24"/>
          <w:szCs w:val="24"/>
        </w:rPr>
        <w:t xml:space="preserve"> mc</w:t>
      </w:r>
    </w:p>
    <w:p w:rsidR="005404F0" w:rsidRPr="006C1A6A" w:rsidRDefault="005625FF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A6A">
        <w:rPr>
          <w:sz w:val="24"/>
          <w:szCs w:val="24"/>
        </w:rPr>
        <w:t>Strat de nisip, 2 cm</w:t>
      </w:r>
      <w:r w:rsidR="005404F0" w:rsidRPr="006C1A6A">
        <w:rPr>
          <w:sz w:val="24"/>
          <w:szCs w:val="24"/>
        </w:rPr>
        <w:t xml:space="preserve"> </w:t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</w:r>
      <w:r w:rsidR="005404F0" w:rsidRPr="006C1A6A">
        <w:rPr>
          <w:sz w:val="24"/>
          <w:szCs w:val="24"/>
        </w:rPr>
        <w:tab/>
        <w:t xml:space="preserve">        </w:t>
      </w:r>
      <w:r w:rsidRPr="006C1A6A">
        <w:rPr>
          <w:sz w:val="24"/>
          <w:szCs w:val="24"/>
        </w:rPr>
        <w:tab/>
        <w:t xml:space="preserve">            </w:t>
      </w:r>
      <w:r w:rsidR="006975BC" w:rsidRPr="006C1A6A">
        <w:rPr>
          <w:sz w:val="24"/>
          <w:szCs w:val="24"/>
        </w:rPr>
        <w:t xml:space="preserve">     </w:t>
      </w:r>
      <w:r w:rsidR="006C1A6A" w:rsidRPr="006C1A6A">
        <w:rPr>
          <w:sz w:val="24"/>
          <w:szCs w:val="24"/>
        </w:rPr>
        <w:t>5</w:t>
      </w:r>
      <w:r w:rsidR="00EE06A9" w:rsidRPr="006C1A6A">
        <w:rPr>
          <w:sz w:val="24"/>
          <w:szCs w:val="24"/>
        </w:rPr>
        <w:t xml:space="preserve"> </w:t>
      </w:r>
      <w:r w:rsidRPr="006C1A6A">
        <w:rPr>
          <w:sz w:val="24"/>
          <w:szCs w:val="24"/>
        </w:rPr>
        <w:t>mc</w:t>
      </w:r>
    </w:p>
    <w:p w:rsidR="005625FF" w:rsidRPr="006C1A6A" w:rsidRDefault="00E7795D" w:rsidP="005625FF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6C1A6A">
        <w:rPr>
          <w:sz w:val="24"/>
          <w:szCs w:val="24"/>
        </w:rPr>
        <w:t>211</w:t>
      </w:r>
      <w:r w:rsidR="005625FF" w:rsidRPr="006C1A6A">
        <w:rPr>
          <w:sz w:val="24"/>
          <w:szCs w:val="24"/>
        </w:rPr>
        <w:t xml:space="preserve"> x 0.02 = </w:t>
      </w:r>
      <w:r w:rsidR="006C1A6A" w:rsidRPr="006C1A6A">
        <w:rPr>
          <w:sz w:val="24"/>
          <w:szCs w:val="24"/>
        </w:rPr>
        <w:t>4.22</w:t>
      </w:r>
      <w:r w:rsidR="005625FF" w:rsidRPr="006C1A6A">
        <w:rPr>
          <w:sz w:val="24"/>
          <w:szCs w:val="24"/>
        </w:rPr>
        <w:t xml:space="preserve"> mc</w:t>
      </w:r>
    </w:p>
    <w:p w:rsidR="00BF1C20" w:rsidRPr="006C1A6A" w:rsidRDefault="00BF1C20" w:rsidP="00BF1C2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C1A6A">
        <w:rPr>
          <w:sz w:val="24"/>
          <w:szCs w:val="24"/>
        </w:rPr>
        <w:t>Strat de beton de ciment BcR 3.5, 22 cm</w:t>
      </w:r>
      <w:r w:rsidR="00F00F0A" w:rsidRPr="006C1A6A">
        <w:rPr>
          <w:sz w:val="24"/>
          <w:szCs w:val="24"/>
        </w:rPr>
        <w:t xml:space="preserve"> grosime</w:t>
      </w:r>
      <w:r w:rsidRPr="006C1A6A">
        <w:rPr>
          <w:sz w:val="24"/>
          <w:szCs w:val="24"/>
        </w:rPr>
        <w:tab/>
      </w:r>
      <w:r w:rsidRPr="006C1A6A">
        <w:rPr>
          <w:sz w:val="24"/>
          <w:szCs w:val="24"/>
        </w:rPr>
        <w:tab/>
      </w:r>
      <w:r w:rsidRPr="006C1A6A">
        <w:rPr>
          <w:sz w:val="24"/>
          <w:szCs w:val="24"/>
        </w:rPr>
        <w:tab/>
      </w:r>
      <w:r w:rsidRPr="006C1A6A">
        <w:rPr>
          <w:sz w:val="24"/>
          <w:szCs w:val="24"/>
        </w:rPr>
        <w:tab/>
      </w:r>
      <w:r w:rsidRPr="006C1A6A">
        <w:rPr>
          <w:sz w:val="24"/>
          <w:szCs w:val="24"/>
        </w:rPr>
        <w:tab/>
        <w:t xml:space="preserve">         </w:t>
      </w:r>
      <w:r w:rsidR="006975BC" w:rsidRPr="006C1A6A">
        <w:rPr>
          <w:sz w:val="24"/>
          <w:szCs w:val="24"/>
        </w:rPr>
        <w:t xml:space="preserve">      </w:t>
      </w:r>
      <w:r w:rsidR="006C1A6A" w:rsidRPr="006C1A6A">
        <w:rPr>
          <w:sz w:val="24"/>
          <w:szCs w:val="24"/>
        </w:rPr>
        <w:t xml:space="preserve">47 </w:t>
      </w:r>
      <w:r w:rsidRPr="006C1A6A">
        <w:rPr>
          <w:sz w:val="24"/>
          <w:szCs w:val="24"/>
        </w:rPr>
        <w:t>mc</w:t>
      </w:r>
    </w:p>
    <w:p w:rsidR="00700C0C" w:rsidRPr="006C1A6A" w:rsidRDefault="00E7795D" w:rsidP="0007700C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6C1A6A">
        <w:rPr>
          <w:sz w:val="24"/>
          <w:szCs w:val="24"/>
        </w:rPr>
        <w:t>211</w:t>
      </w:r>
      <w:r w:rsidR="00BF1C20" w:rsidRPr="006C1A6A">
        <w:rPr>
          <w:sz w:val="24"/>
          <w:szCs w:val="24"/>
        </w:rPr>
        <w:t xml:space="preserve"> x 0.22 = </w:t>
      </w:r>
      <w:r w:rsidR="006C1A6A" w:rsidRPr="006C1A6A">
        <w:rPr>
          <w:sz w:val="24"/>
          <w:szCs w:val="24"/>
        </w:rPr>
        <w:t>46.42</w:t>
      </w:r>
      <w:r w:rsidR="00BF1C20" w:rsidRPr="006C1A6A">
        <w:rPr>
          <w:sz w:val="24"/>
          <w:szCs w:val="24"/>
        </w:rPr>
        <w:t xml:space="preserve"> mc</w:t>
      </w:r>
    </w:p>
    <w:p w:rsidR="00BF1F49" w:rsidRPr="00AF5D8C" w:rsidRDefault="00BF1F49" w:rsidP="00C147A5">
      <w:pPr>
        <w:spacing w:line="360" w:lineRule="auto"/>
        <w:jc w:val="center"/>
        <w:rPr>
          <w:sz w:val="32"/>
          <w:szCs w:val="32"/>
        </w:rPr>
      </w:pPr>
      <w:r w:rsidRPr="00AF5D8C">
        <w:rPr>
          <w:sz w:val="24"/>
          <w:szCs w:val="24"/>
        </w:rPr>
        <w:tab/>
      </w:r>
      <w:r w:rsidRPr="00AF5D8C">
        <w:rPr>
          <w:sz w:val="32"/>
          <w:szCs w:val="32"/>
        </w:rPr>
        <w:t>Lucrari la borduri</w:t>
      </w:r>
    </w:p>
    <w:p w:rsidR="00E71621" w:rsidRPr="00AF5D8C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AF5D8C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Demontare borduri existente</w:t>
      </w:r>
      <w:r w:rsidR="00CD114A" w:rsidRPr="00AF5D8C">
        <w:rPr>
          <w:sz w:val="24"/>
          <w:szCs w:val="24"/>
        </w:rPr>
        <w:t xml:space="preserve"> mari</w:t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3368B7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271</w:t>
      </w:r>
      <w:r w:rsidR="00BF1F49" w:rsidRPr="00AF5D8C">
        <w:rPr>
          <w:sz w:val="24"/>
          <w:szCs w:val="24"/>
        </w:rPr>
        <w:t xml:space="preserve"> ml</w:t>
      </w:r>
    </w:p>
    <w:p w:rsidR="00CD114A" w:rsidRPr="00AF5D8C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 xml:space="preserve">Demontare </w:t>
      </w:r>
      <w:r w:rsidR="00314681" w:rsidRPr="00AF5D8C">
        <w:rPr>
          <w:sz w:val="24"/>
          <w:szCs w:val="24"/>
        </w:rPr>
        <w:t>borduri existente mici</w:t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14681" w:rsidRPr="00AF5D8C">
        <w:rPr>
          <w:sz w:val="24"/>
          <w:szCs w:val="24"/>
        </w:rPr>
        <w:tab/>
      </w:r>
      <w:r w:rsidR="003368B7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222</w:t>
      </w:r>
      <w:r w:rsidRPr="00AF5D8C">
        <w:rPr>
          <w:sz w:val="24"/>
          <w:szCs w:val="24"/>
        </w:rPr>
        <w:t xml:space="preserve"> ml</w:t>
      </w:r>
    </w:p>
    <w:p w:rsidR="00BF1F49" w:rsidRPr="00AF5D8C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Pozare borduri mari</w:t>
      </w:r>
      <w:r w:rsidR="00BF1F49" w:rsidRPr="00AF5D8C">
        <w:rPr>
          <w:sz w:val="24"/>
          <w:szCs w:val="24"/>
        </w:rPr>
        <w:t xml:space="preserve"> noi</w:t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BF1F49" w:rsidRPr="00AF5D8C">
        <w:rPr>
          <w:sz w:val="24"/>
          <w:szCs w:val="24"/>
        </w:rPr>
        <w:tab/>
      </w:r>
      <w:r w:rsidR="00C147A5" w:rsidRPr="00AF5D8C">
        <w:rPr>
          <w:sz w:val="24"/>
          <w:szCs w:val="24"/>
        </w:rPr>
        <w:tab/>
      </w:r>
      <w:r w:rsidR="003368B7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271</w:t>
      </w:r>
      <w:r w:rsidR="00BF1F49" w:rsidRPr="00AF5D8C">
        <w:rPr>
          <w:sz w:val="24"/>
          <w:szCs w:val="24"/>
        </w:rPr>
        <w:t xml:space="preserve"> ml</w:t>
      </w:r>
    </w:p>
    <w:p w:rsidR="00E54142" w:rsidRPr="00AF5D8C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Pozare borduri mici noi</w:t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="003368B7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222</w:t>
      </w:r>
      <w:r w:rsidRPr="00AF5D8C">
        <w:rPr>
          <w:sz w:val="24"/>
          <w:szCs w:val="24"/>
        </w:rPr>
        <w:t xml:space="preserve"> ml</w:t>
      </w:r>
    </w:p>
    <w:p w:rsidR="00966FB3" w:rsidRPr="00640474" w:rsidRDefault="00966FB3" w:rsidP="00966FB3">
      <w:pPr>
        <w:spacing w:line="360" w:lineRule="auto"/>
        <w:jc w:val="both"/>
        <w:rPr>
          <w:color w:val="FF0000"/>
          <w:sz w:val="24"/>
          <w:szCs w:val="24"/>
        </w:rPr>
      </w:pPr>
    </w:p>
    <w:p w:rsidR="00700C0C" w:rsidRPr="00640474" w:rsidRDefault="00700C0C" w:rsidP="005668D5">
      <w:pPr>
        <w:spacing w:line="360" w:lineRule="auto"/>
        <w:jc w:val="both"/>
        <w:rPr>
          <w:color w:val="FF0000"/>
          <w:sz w:val="24"/>
          <w:szCs w:val="24"/>
        </w:rPr>
      </w:pPr>
    </w:p>
    <w:p w:rsidR="00E54142" w:rsidRPr="00640474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AF5D8C" w:rsidRDefault="00BF1F49" w:rsidP="00BF1F49">
      <w:pPr>
        <w:spacing w:line="360" w:lineRule="auto"/>
        <w:jc w:val="center"/>
        <w:rPr>
          <w:sz w:val="32"/>
          <w:szCs w:val="32"/>
        </w:rPr>
      </w:pPr>
      <w:r w:rsidRPr="00AF5D8C">
        <w:rPr>
          <w:sz w:val="24"/>
          <w:szCs w:val="24"/>
        </w:rPr>
        <w:tab/>
      </w:r>
      <w:r w:rsidRPr="00AF5D8C">
        <w:rPr>
          <w:sz w:val="32"/>
          <w:szCs w:val="32"/>
        </w:rPr>
        <w:t>Lucrari edilitare</w:t>
      </w:r>
    </w:p>
    <w:p w:rsidR="00BF1F49" w:rsidRPr="00AF5D8C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AF5D8C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Guri de scurgere noi</w:t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="00E71621" w:rsidRPr="00AF5D8C">
        <w:rPr>
          <w:sz w:val="24"/>
          <w:szCs w:val="24"/>
        </w:rPr>
        <w:tab/>
      </w:r>
      <w:r w:rsidR="00E71621" w:rsidRPr="00AF5D8C">
        <w:rPr>
          <w:sz w:val="24"/>
          <w:szCs w:val="24"/>
        </w:rPr>
        <w:tab/>
      </w:r>
      <w:r w:rsidR="00E71621" w:rsidRPr="00AF5D8C">
        <w:rPr>
          <w:sz w:val="24"/>
          <w:szCs w:val="24"/>
        </w:rPr>
        <w:tab/>
      </w:r>
      <w:r w:rsidR="00E71621" w:rsidRPr="00AF5D8C">
        <w:rPr>
          <w:sz w:val="24"/>
          <w:szCs w:val="24"/>
        </w:rPr>
        <w:tab/>
      </w:r>
      <w:r w:rsidR="00791223" w:rsidRPr="00AF5D8C">
        <w:rPr>
          <w:sz w:val="24"/>
          <w:szCs w:val="24"/>
        </w:rPr>
        <w:tab/>
      </w:r>
      <w:r w:rsidR="00A40F6C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3</w:t>
      </w:r>
      <w:r w:rsidRPr="00AF5D8C">
        <w:rPr>
          <w:sz w:val="24"/>
          <w:szCs w:val="24"/>
        </w:rPr>
        <w:t xml:space="preserve"> buc</w:t>
      </w:r>
    </w:p>
    <w:p w:rsidR="009721E3" w:rsidRPr="00AF5D8C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Gur</w:t>
      </w:r>
      <w:r w:rsidR="00BD4265" w:rsidRPr="00AF5D8C">
        <w:rPr>
          <w:sz w:val="24"/>
          <w:szCs w:val="24"/>
        </w:rPr>
        <w:t>i de scurgere existente</w:t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A40F6C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4</w:t>
      </w:r>
      <w:r w:rsidRPr="00AF5D8C">
        <w:rPr>
          <w:sz w:val="24"/>
          <w:szCs w:val="24"/>
        </w:rPr>
        <w:t xml:space="preserve"> buc</w:t>
      </w:r>
    </w:p>
    <w:p w:rsidR="00BF1F49" w:rsidRPr="00AF5D8C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Camine de vizitare</w:t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Pr="00AF5D8C">
        <w:rPr>
          <w:sz w:val="24"/>
          <w:szCs w:val="24"/>
        </w:rPr>
        <w:tab/>
      </w:r>
      <w:r w:rsidR="002876A4" w:rsidRPr="00AF5D8C">
        <w:rPr>
          <w:sz w:val="24"/>
          <w:szCs w:val="24"/>
        </w:rPr>
        <w:tab/>
      </w:r>
      <w:r w:rsidR="002876A4" w:rsidRPr="00AF5D8C">
        <w:rPr>
          <w:sz w:val="24"/>
          <w:szCs w:val="24"/>
        </w:rPr>
        <w:tab/>
      </w:r>
      <w:r w:rsidR="002876A4" w:rsidRPr="00AF5D8C">
        <w:rPr>
          <w:sz w:val="24"/>
          <w:szCs w:val="24"/>
        </w:rPr>
        <w:tab/>
      </w:r>
      <w:r w:rsidR="002876A4" w:rsidRPr="00AF5D8C">
        <w:rPr>
          <w:sz w:val="24"/>
          <w:szCs w:val="24"/>
        </w:rPr>
        <w:tab/>
      </w:r>
      <w:r w:rsidR="00791223" w:rsidRPr="00AF5D8C">
        <w:rPr>
          <w:sz w:val="24"/>
          <w:szCs w:val="24"/>
        </w:rPr>
        <w:tab/>
      </w:r>
      <w:r w:rsidR="00A40F6C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5</w:t>
      </w:r>
      <w:r w:rsidRPr="00AF5D8C">
        <w:rPr>
          <w:sz w:val="24"/>
          <w:szCs w:val="24"/>
        </w:rPr>
        <w:t xml:space="preserve"> buc</w:t>
      </w:r>
    </w:p>
    <w:p w:rsidR="00BF1F49" w:rsidRPr="00AF5D8C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F5D8C">
        <w:rPr>
          <w:sz w:val="24"/>
          <w:szCs w:val="24"/>
        </w:rPr>
        <w:t>Rasuflatori de gaze</w:t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</w:r>
      <w:r w:rsidR="00BD4265" w:rsidRPr="00AF5D8C">
        <w:rPr>
          <w:sz w:val="24"/>
          <w:szCs w:val="24"/>
        </w:rPr>
        <w:tab/>
        <w:t xml:space="preserve"> </w:t>
      </w:r>
      <w:r w:rsidR="00A40F6C" w:rsidRPr="00AF5D8C">
        <w:rPr>
          <w:sz w:val="24"/>
          <w:szCs w:val="24"/>
        </w:rPr>
        <w:tab/>
      </w:r>
      <w:r w:rsidR="00AF5D8C" w:rsidRPr="00AF5D8C">
        <w:rPr>
          <w:sz w:val="24"/>
          <w:szCs w:val="24"/>
        </w:rPr>
        <w:t>1</w:t>
      </w:r>
      <w:r w:rsidR="00BD4265" w:rsidRPr="00AF5D8C">
        <w:rPr>
          <w:sz w:val="24"/>
          <w:szCs w:val="24"/>
        </w:rPr>
        <w:t xml:space="preserve"> buc</w:t>
      </w:r>
    </w:p>
    <w:p w:rsidR="00BF1F49" w:rsidRPr="00640474" w:rsidRDefault="00BF1F49" w:rsidP="00BF1F49">
      <w:pPr>
        <w:spacing w:line="360" w:lineRule="auto"/>
        <w:jc w:val="both"/>
        <w:rPr>
          <w:color w:val="FF0000"/>
          <w:sz w:val="24"/>
          <w:szCs w:val="24"/>
        </w:rPr>
      </w:pPr>
    </w:p>
    <w:p w:rsidR="009B18B9" w:rsidRPr="008D46E8" w:rsidRDefault="00EF764B" w:rsidP="009B18B9">
      <w:pPr>
        <w:spacing w:line="360" w:lineRule="auto"/>
        <w:jc w:val="center"/>
        <w:rPr>
          <w:sz w:val="32"/>
          <w:szCs w:val="32"/>
        </w:rPr>
      </w:pPr>
      <w:r w:rsidRPr="008D46E8">
        <w:rPr>
          <w:sz w:val="24"/>
          <w:szCs w:val="24"/>
        </w:rPr>
        <w:tab/>
      </w:r>
      <w:r w:rsidR="009B18B9" w:rsidRPr="008D46E8">
        <w:rPr>
          <w:sz w:val="32"/>
          <w:szCs w:val="32"/>
        </w:rPr>
        <w:t xml:space="preserve">Reglementarea circulatiei </w:t>
      </w:r>
    </w:p>
    <w:p w:rsidR="009B18B9" w:rsidRPr="008D46E8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8D46E8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8D46E8">
        <w:rPr>
          <w:sz w:val="24"/>
          <w:szCs w:val="24"/>
        </w:rPr>
        <w:t>Marcaje rutiere longitudinale</w:t>
      </w:r>
      <w:r w:rsidRPr="008D46E8">
        <w:rPr>
          <w:sz w:val="24"/>
          <w:szCs w:val="24"/>
        </w:rPr>
        <w:tab/>
      </w:r>
      <w:r w:rsidRPr="008D46E8">
        <w:rPr>
          <w:sz w:val="24"/>
          <w:szCs w:val="24"/>
        </w:rPr>
        <w:tab/>
      </w:r>
      <w:r w:rsidRPr="008D46E8">
        <w:rPr>
          <w:sz w:val="24"/>
          <w:szCs w:val="24"/>
        </w:rPr>
        <w:tab/>
      </w:r>
      <w:r w:rsidRPr="008D46E8">
        <w:rPr>
          <w:sz w:val="24"/>
          <w:szCs w:val="24"/>
        </w:rPr>
        <w:tab/>
      </w:r>
      <w:r w:rsidRPr="008D46E8">
        <w:rPr>
          <w:sz w:val="24"/>
          <w:szCs w:val="24"/>
        </w:rPr>
        <w:tab/>
      </w:r>
      <w:r w:rsidR="0082699D" w:rsidRPr="008D46E8">
        <w:rPr>
          <w:sz w:val="24"/>
          <w:szCs w:val="24"/>
        </w:rPr>
        <w:tab/>
        <w:t xml:space="preserve">         </w:t>
      </w:r>
      <w:r w:rsidR="008D46E8" w:rsidRPr="008D46E8">
        <w:rPr>
          <w:sz w:val="24"/>
          <w:szCs w:val="24"/>
        </w:rPr>
        <w:tab/>
        <w:t xml:space="preserve">          0.369</w:t>
      </w:r>
      <w:r w:rsidR="00B46554" w:rsidRPr="008D46E8">
        <w:rPr>
          <w:sz w:val="24"/>
          <w:szCs w:val="24"/>
        </w:rPr>
        <w:t xml:space="preserve"> km</w:t>
      </w:r>
    </w:p>
    <w:p w:rsidR="003C3D9B" w:rsidRPr="008D46E8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8D46E8">
        <w:rPr>
          <w:sz w:val="24"/>
          <w:szCs w:val="24"/>
        </w:rPr>
        <w:t xml:space="preserve">Procurare </w:t>
      </w:r>
      <w:r w:rsidR="00216595" w:rsidRPr="008D46E8">
        <w:rPr>
          <w:sz w:val="24"/>
          <w:szCs w:val="24"/>
        </w:rPr>
        <w:t>si instalare indicatoare</w:t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216595" w:rsidRPr="008D46E8">
        <w:rPr>
          <w:sz w:val="24"/>
          <w:szCs w:val="24"/>
        </w:rPr>
        <w:tab/>
      </w:r>
      <w:r w:rsidR="00125DE3" w:rsidRPr="008D46E8">
        <w:rPr>
          <w:sz w:val="24"/>
          <w:szCs w:val="24"/>
        </w:rPr>
        <w:t xml:space="preserve">    </w:t>
      </w:r>
      <w:r w:rsidR="008D46E8" w:rsidRPr="008D46E8">
        <w:rPr>
          <w:sz w:val="24"/>
          <w:szCs w:val="24"/>
        </w:rPr>
        <w:t xml:space="preserve">            4</w:t>
      </w:r>
      <w:r w:rsidR="003C3D9B" w:rsidRPr="008D46E8">
        <w:rPr>
          <w:sz w:val="24"/>
          <w:szCs w:val="24"/>
        </w:rPr>
        <w:t xml:space="preserve"> buc</w:t>
      </w:r>
    </w:p>
    <w:p w:rsidR="00BD1559" w:rsidRPr="00640474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640474">
        <w:rPr>
          <w:color w:val="FF0000"/>
          <w:sz w:val="24"/>
          <w:szCs w:val="24"/>
        </w:rPr>
        <w:tab/>
      </w:r>
      <w:r w:rsidRPr="00640474">
        <w:rPr>
          <w:color w:val="FF0000"/>
          <w:sz w:val="24"/>
          <w:szCs w:val="24"/>
        </w:rPr>
        <w:tab/>
      </w:r>
    </w:p>
    <w:p w:rsidR="00433FB8" w:rsidRPr="00640474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640474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EEC" w:rsidRDefault="002A3EEC">
      <w:r>
        <w:separator/>
      </w:r>
    </w:p>
  </w:endnote>
  <w:endnote w:type="continuationSeparator" w:id="1">
    <w:p w:rsidR="002A3EEC" w:rsidRDefault="002A3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ED6584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EEC" w:rsidRDefault="002A3EEC">
      <w:r>
        <w:separator/>
      </w:r>
    </w:p>
  </w:footnote>
  <w:footnote w:type="continuationSeparator" w:id="1">
    <w:p w:rsidR="002A3EEC" w:rsidRDefault="002A3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198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6F3"/>
    <w:rsid w:val="000D4E7C"/>
    <w:rsid w:val="000D7B2A"/>
    <w:rsid w:val="000F5359"/>
    <w:rsid w:val="000F5C7C"/>
    <w:rsid w:val="000F5DAE"/>
    <w:rsid w:val="000F6C9F"/>
    <w:rsid w:val="000F7536"/>
    <w:rsid w:val="00106155"/>
    <w:rsid w:val="00106B72"/>
    <w:rsid w:val="00112873"/>
    <w:rsid w:val="00112CC7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4596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77A84"/>
    <w:rsid w:val="002823D5"/>
    <w:rsid w:val="002876A4"/>
    <w:rsid w:val="00293186"/>
    <w:rsid w:val="002A07A9"/>
    <w:rsid w:val="002A3EEC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07BD2"/>
    <w:rsid w:val="00314681"/>
    <w:rsid w:val="00321E86"/>
    <w:rsid w:val="00324B4E"/>
    <w:rsid w:val="00325954"/>
    <w:rsid w:val="00326347"/>
    <w:rsid w:val="0033076E"/>
    <w:rsid w:val="003368B7"/>
    <w:rsid w:val="0034065B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24E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6160"/>
    <w:rsid w:val="005A220B"/>
    <w:rsid w:val="005A396B"/>
    <w:rsid w:val="005B3C56"/>
    <w:rsid w:val="005B62B9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21F84"/>
    <w:rsid w:val="006244A5"/>
    <w:rsid w:val="00625E53"/>
    <w:rsid w:val="0063234E"/>
    <w:rsid w:val="00637923"/>
    <w:rsid w:val="00640474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975BC"/>
    <w:rsid w:val="006A049E"/>
    <w:rsid w:val="006A0D4A"/>
    <w:rsid w:val="006A4E45"/>
    <w:rsid w:val="006A593C"/>
    <w:rsid w:val="006A745B"/>
    <w:rsid w:val="006B1F43"/>
    <w:rsid w:val="006B25D7"/>
    <w:rsid w:val="006B6C3F"/>
    <w:rsid w:val="006C1A6A"/>
    <w:rsid w:val="006C3061"/>
    <w:rsid w:val="006C3DAF"/>
    <w:rsid w:val="006D10B1"/>
    <w:rsid w:val="006D199D"/>
    <w:rsid w:val="006D5DBB"/>
    <w:rsid w:val="006E1A6D"/>
    <w:rsid w:val="006E274A"/>
    <w:rsid w:val="006E4BBB"/>
    <w:rsid w:val="006E4E6A"/>
    <w:rsid w:val="006E597C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7385"/>
    <w:rsid w:val="00744C8B"/>
    <w:rsid w:val="00751AB8"/>
    <w:rsid w:val="00751D0D"/>
    <w:rsid w:val="00752C7D"/>
    <w:rsid w:val="007531D8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82596"/>
    <w:rsid w:val="00791223"/>
    <w:rsid w:val="00797226"/>
    <w:rsid w:val="0079798F"/>
    <w:rsid w:val="00797BC1"/>
    <w:rsid w:val="007A1B0E"/>
    <w:rsid w:val="007A4593"/>
    <w:rsid w:val="007A5ADC"/>
    <w:rsid w:val="007B447A"/>
    <w:rsid w:val="007B45CC"/>
    <w:rsid w:val="007C439E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259D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6E8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38F"/>
    <w:rsid w:val="009B18B9"/>
    <w:rsid w:val="009B2653"/>
    <w:rsid w:val="009B69A7"/>
    <w:rsid w:val="009C02AD"/>
    <w:rsid w:val="009C70FA"/>
    <w:rsid w:val="009D0025"/>
    <w:rsid w:val="009D3152"/>
    <w:rsid w:val="009D7213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43DA"/>
    <w:rsid w:val="00A34505"/>
    <w:rsid w:val="00A366C4"/>
    <w:rsid w:val="00A36C3D"/>
    <w:rsid w:val="00A40F6C"/>
    <w:rsid w:val="00A4266A"/>
    <w:rsid w:val="00A51EF2"/>
    <w:rsid w:val="00A534D4"/>
    <w:rsid w:val="00A638CF"/>
    <w:rsid w:val="00A66DA8"/>
    <w:rsid w:val="00A71AD6"/>
    <w:rsid w:val="00A7711C"/>
    <w:rsid w:val="00A80663"/>
    <w:rsid w:val="00A826A7"/>
    <w:rsid w:val="00A82C1E"/>
    <w:rsid w:val="00A83625"/>
    <w:rsid w:val="00A83C5A"/>
    <w:rsid w:val="00A83CA6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AF5D8C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66721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06FDD"/>
    <w:rsid w:val="00C14137"/>
    <w:rsid w:val="00C147A5"/>
    <w:rsid w:val="00C14880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92E6E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717E"/>
    <w:rsid w:val="00CD7D33"/>
    <w:rsid w:val="00CE1BC1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7795D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2A1B"/>
    <w:rsid w:val="00ED6584"/>
    <w:rsid w:val="00EE06A9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2BCA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479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2572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216</cp:revision>
  <cp:lastPrinted>2008-12-03T09:58:00Z</cp:lastPrinted>
  <dcterms:created xsi:type="dcterms:W3CDTF">2011-12-08T09:19:00Z</dcterms:created>
  <dcterms:modified xsi:type="dcterms:W3CDTF">2013-11-10T21:33:00Z</dcterms:modified>
</cp:coreProperties>
</file>